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A84E61" w:rsidRDefault="003B31F4">
      <w:r>
        <w:t xml:space="preserve">ТЗ часть 1 - </w:t>
      </w:r>
      <w:r w:rsidRPr="003B31F4">
        <w:t>http://files.mail.ru/94A73D5A47684644B77C5652ECF34E45</w:t>
      </w:r>
    </w:p>
    <w:p w:rsidR="00672DC5" w:rsidRDefault="003B31F4">
      <w:r>
        <w:t xml:space="preserve">ТЗ часть 2 - </w:t>
      </w:r>
      <w:r w:rsidRPr="003B31F4">
        <w:t>http://files.mail.ru/5A58F94677B547C19CFCBAAA03883031</w:t>
      </w:r>
      <w:bookmarkStart w:id="0" w:name="_GoBack"/>
      <w:bookmarkEnd w:id="0"/>
    </w:p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6185"/>
    <w:rsid w:val="00012BF3"/>
    <w:rsid w:val="00170F11"/>
    <w:rsid w:val="001C6E8B"/>
    <w:rsid w:val="001D2397"/>
    <w:rsid w:val="002C6185"/>
    <w:rsid w:val="0033320F"/>
    <w:rsid w:val="003B31F4"/>
    <w:rsid w:val="0040384C"/>
    <w:rsid w:val="004C3708"/>
    <w:rsid w:val="00602932"/>
    <w:rsid w:val="00672DC5"/>
    <w:rsid w:val="006C697D"/>
    <w:rsid w:val="00762AB6"/>
    <w:rsid w:val="00773B9B"/>
    <w:rsid w:val="007B3D49"/>
    <w:rsid w:val="00812176"/>
    <w:rsid w:val="0083056A"/>
    <w:rsid w:val="00830AB3"/>
    <w:rsid w:val="009E1706"/>
    <w:rsid w:val="00A84E61"/>
    <w:rsid w:val="00A92258"/>
    <w:rsid w:val="00B609D7"/>
    <w:rsid w:val="00CE41B7"/>
    <w:rsid w:val="00CE56EA"/>
    <w:rsid w:val="00D54330"/>
    <w:rsid w:val="00F6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10</cp:revision>
  <dcterms:created xsi:type="dcterms:W3CDTF">2012-04-02T04:08:00Z</dcterms:created>
  <dcterms:modified xsi:type="dcterms:W3CDTF">2013-01-25T06:35:00Z</dcterms:modified>
</cp:coreProperties>
</file>